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92A91" w14:paraId="7275651E" w14:textId="77777777" w:rsidTr="00D11129">
        <w:tc>
          <w:tcPr>
            <w:tcW w:w="2689" w:type="dxa"/>
          </w:tcPr>
          <w:p w14:paraId="7D2A8EB0" w14:textId="413A0E40" w:rsidR="00E92A91" w:rsidRPr="00E92A91" w:rsidRDefault="00E92A91" w:rsidP="00E92A91">
            <w:pPr>
              <w:pStyle w:val="SIText"/>
            </w:pPr>
            <w:r w:rsidRPr="00CC451E">
              <w:t>Release</w:t>
            </w:r>
            <w:r w:rsidRPr="00E92A91">
              <w:t xml:space="preserve"> </w:t>
            </w:r>
            <w:r w:rsidR="00B71082">
              <w:t>1</w:t>
            </w:r>
          </w:p>
        </w:tc>
        <w:tc>
          <w:tcPr>
            <w:tcW w:w="6939" w:type="dxa"/>
          </w:tcPr>
          <w:p w14:paraId="64B0ECB2" w14:textId="5A17BB54" w:rsidR="00E92A91" w:rsidRPr="00E92A91" w:rsidRDefault="00E92A91" w:rsidP="00D70673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4600E6">
              <w:t>9.0</w:t>
            </w:r>
            <w:r w:rsidR="00FE3F1C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C6E18E9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</w:t>
            </w:r>
            <w:r w:rsidR="00B71082">
              <w:t>13</w:t>
            </w:r>
          </w:p>
        </w:tc>
        <w:tc>
          <w:tcPr>
            <w:tcW w:w="3604" w:type="pct"/>
            <w:shd w:val="clear" w:color="auto" w:fill="auto"/>
          </w:tcPr>
          <w:p w14:paraId="01D80964" w14:textId="4064C3AF" w:rsidR="00F1480E" w:rsidRPr="005404CB" w:rsidRDefault="00A46AAF" w:rsidP="005404CB">
            <w:pPr>
              <w:pStyle w:val="SIUnittitle"/>
            </w:pPr>
            <w:r w:rsidRPr="00A46AAF">
              <w:t>Manage an agroecology production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2E3581" w14:textId="64E834E7" w:rsidR="00F73622" w:rsidRPr="00F73622" w:rsidRDefault="00F73622" w:rsidP="00F73622">
            <w:pPr>
              <w:pStyle w:val="SIText"/>
            </w:pPr>
            <w:r w:rsidRPr="00F73622">
              <w:t>This unit of competency describes the skills and knowledge required to use agroecology principles in managing all elements of a farm ecosystem</w:t>
            </w:r>
            <w:r w:rsidR="00FE3F1C">
              <w:t>,</w:t>
            </w:r>
            <w:r w:rsidRPr="00F73622">
              <w:t xml:space="preserve"> including the soil, vegetation, animals, </w:t>
            </w:r>
            <w:proofErr w:type="gramStart"/>
            <w:r w:rsidRPr="00F73622">
              <w:t>pests</w:t>
            </w:r>
            <w:proofErr w:type="gramEnd"/>
            <w:r w:rsidRPr="00F73622">
              <w:t xml:space="preserve"> and diseases</w:t>
            </w:r>
            <w:r w:rsidR="00FE3F1C">
              <w:t>,</w:t>
            </w:r>
            <w:r w:rsidRPr="00F73622">
              <w:t xml:space="preserve"> to achieve and maintain overall ecological and economic health of the farm ecosystem and production.</w:t>
            </w:r>
          </w:p>
          <w:p w14:paraId="7FE82FAE" w14:textId="77777777" w:rsidR="00F73622" w:rsidRPr="00F73622" w:rsidRDefault="00F73622" w:rsidP="00F73622">
            <w:pPr>
              <w:pStyle w:val="SIText"/>
            </w:pPr>
          </w:p>
          <w:p w14:paraId="2FD56E99" w14:textId="0DA32888" w:rsidR="00F73622" w:rsidRDefault="00E92A91" w:rsidP="00F73622">
            <w:pPr>
              <w:pStyle w:val="SIText"/>
            </w:pPr>
            <w:r w:rsidRPr="00E92A91">
              <w:t xml:space="preserve">The unit applies to individuals who apply specialised skills and </w:t>
            </w:r>
            <w:proofErr w:type="gramStart"/>
            <w:r w:rsidRPr="00E92A91">
              <w:t>knowledge, and</w:t>
            </w:r>
            <w:proofErr w:type="gramEnd"/>
            <w:r w:rsidRPr="00E92A91">
              <w:t xml:space="preserve"> take personal responsibility and exercise autonomy in undertaking complex work. They analyse and synthesise information and analyse, </w:t>
            </w:r>
            <w:proofErr w:type="gramStart"/>
            <w:r w:rsidRPr="00E92A91">
              <w:t>design</w:t>
            </w:r>
            <w:proofErr w:type="gramEnd"/>
            <w:r w:rsidRPr="00E92A91">
              <w:t xml:space="preserve"> and communicate solutions to sometimes complex problems.</w:t>
            </w:r>
          </w:p>
          <w:p w14:paraId="35F4CF2A" w14:textId="77777777" w:rsidR="00E92A91" w:rsidRPr="00F73622" w:rsidRDefault="00E92A91" w:rsidP="00F73622">
            <w:pPr>
              <w:pStyle w:val="SIText"/>
            </w:pPr>
          </w:p>
          <w:p w14:paraId="22C15BCD" w14:textId="61E9EEF8" w:rsidR="00373436" w:rsidRPr="000754EC" w:rsidRDefault="00F73622" w:rsidP="00D70673">
            <w:pPr>
              <w:pStyle w:val="SIText"/>
            </w:pPr>
            <w:r w:rsidRPr="00F7362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362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EEF7160" w:rsidR="00F73622" w:rsidRPr="00F73622" w:rsidRDefault="00F73622" w:rsidP="00F73622">
            <w:pPr>
              <w:pStyle w:val="SIText"/>
            </w:pPr>
            <w:r w:rsidRPr="00F73622">
              <w:t>1. Identify the farm agroecosystem functions at a systems level</w:t>
            </w:r>
          </w:p>
        </w:tc>
        <w:tc>
          <w:tcPr>
            <w:tcW w:w="3604" w:type="pct"/>
            <w:shd w:val="clear" w:color="auto" w:fill="auto"/>
          </w:tcPr>
          <w:p w14:paraId="1FA6948A" w14:textId="77777777" w:rsidR="00F73622" w:rsidRPr="00F73622" w:rsidRDefault="00F73622" w:rsidP="00F73622">
            <w:r w:rsidRPr="00F73622">
              <w:t>1.1 Identify and map energy flows through a farm agroecosystem</w:t>
            </w:r>
          </w:p>
          <w:p w14:paraId="549D4634" w14:textId="6681877E" w:rsidR="00F73622" w:rsidRPr="00F73622" w:rsidRDefault="00F73622" w:rsidP="00F73622">
            <w:r w:rsidRPr="00F73622">
              <w:t>1.2 Identify and map nutrient cycles through parts of a farm ecosystem</w:t>
            </w:r>
          </w:p>
          <w:p w14:paraId="309B0B17" w14:textId="1237E017" w:rsidR="00F73622" w:rsidRPr="00F73622" w:rsidRDefault="00F73622" w:rsidP="00F73622">
            <w:r w:rsidRPr="00F73622">
              <w:t>1.3 Identify disturbance points in farm ecosystem succession</w:t>
            </w:r>
          </w:p>
          <w:p w14:paraId="47052ECC" w14:textId="049C9ABD" w:rsidR="00F73622" w:rsidRPr="00F73622" w:rsidRDefault="00F73622" w:rsidP="00F73622">
            <w:r w:rsidRPr="00F73622">
              <w:t>1.4 Develop a model of farm ecosystem and its elements</w:t>
            </w:r>
          </w:p>
          <w:p w14:paraId="2CE11FDA" w14:textId="3530499C" w:rsidR="00F73622" w:rsidRPr="00F73622" w:rsidRDefault="00F73622" w:rsidP="00F73622">
            <w:r w:rsidRPr="00F73622">
              <w:t>1.5 Identify areas of complexity within farm ecosystem</w:t>
            </w:r>
          </w:p>
          <w:p w14:paraId="538FBC92" w14:textId="5DA9586C" w:rsidR="00F73622" w:rsidRPr="00F73622" w:rsidRDefault="00F73622" w:rsidP="00F73622">
            <w:r w:rsidRPr="00F73622">
              <w:t xml:space="preserve">1.6 Identify ecosystem functions </w:t>
            </w:r>
            <w:r w:rsidR="00E92A91">
              <w:t xml:space="preserve">with potential </w:t>
            </w:r>
            <w:r w:rsidRPr="00F73622">
              <w:t xml:space="preserve">to replace external inputs </w:t>
            </w:r>
            <w:r w:rsidR="00E92A91">
              <w:t>for</w:t>
            </w:r>
            <w:r w:rsidR="00E92A91" w:rsidRPr="00F73622">
              <w:t xml:space="preserve"> </w:t>
            </w:r>
            <w:r w:rsidRPr="00F73622">
              <w:t>farm production system</w:t>
            </w:r>
          </w:p>
          <w:p w14:paraId="4C4206BA" w14:textId="77777777" w:rsidR="00F73622" w:rsidRPr="00F73622" w:rsidRDefault="00F73622" w:rsidP="00F73622">
            <w:r w:rsidRPr="00F73622">
              <w:t>1.7 Identify interactions between elements of farm ecosystem</w:t>
            </w:r>
          </w:p>
          <w:p w14:paraId="4B044429" w14:textId="44B218FA" w:rsidR="00F73622" w:rsidRPr="00F73622" w:rsidRDefault="00F73622" w:rsidP="00F73622">
            <w:r w:rsidRPr="00F73622">
              <w:t>1.8 Assess health of existing farm ecosystem</w:t>
            </w:r>
          </w:p>
        </w:tc>
      </w:tr>
      <w:tr w:rsidR="00F73622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19B18598" w:rsidR="00F73622" w:rsidRPr="00F73622" w:rsidRDefault="00F73622" w:rsidP="00F73622">
            <w:pPr>
              <w:pStyle w:val="SIText"/>
            </w:pPr>
            <w:r w:rsidRPr="00F73622">
              <w:t>2. Develop plans to enhance farm agroecosystem</w:t>
            </w:r>
          </w:p>
        </w:tc>
        <w:tc>
          <w:tcPr>
            <w:tcW w:w="3604" w:type="pct"/>
            <w:shd w:val="clear" w:color="auto" w:fill="auto"/>
          </w:tcPr>
          <w:p w14:paraId="30AB097E" w14:textId="16277A87" w:rsidR="00F73622" w:rsidRPr="00F73622" w:rsidRDefault="00F73622" w:rsidP="00F73622">
            <w:r w:rsidRPr="00F73622">
              <w:t xml:space="preserve">2.1 Identify areas within </w:t>
            </w:r>
            <w:r w:rsidR="00E92A91">
              <w:t xml:space="preserve">farm </w:t>
            </w:r>
            <w:r w:rsidRPr="00F73622">
              <w:t>agroecosystem that require enhancement</w:t>
            </w:r>
          </w:p>
          <w:p w14:paraId="6414EF9A" w14:textId="2DA0EE9C" w:rsidR="00E92A91" w:rsidRDefault="00F73622" w:rsidP="00D70673">
            <w:r w:rsidRPr="00F73622">
              <w:t xml:space="preserve">2.2 Identify </w:t>
            </w:r>
            <w:r w:rsidR="00E92A91">
              <w:t xml:space="preserve">farming </w:t>
            </w:r>
            <w:r w:rsidRPr="00F73622">
              <w:t xml:space="preserve">methods that </w:t>
            </w:r>
            <w:r w:rsidR="00E92A91">
              <w:t xml:space="preserve">enhance farm agroecosystem </w:t>
            </w:r>
          </w:p>
          <w:p w14:paraId="164F0907" w14:textId="11EEAD98" w:rsidR="00F73622" w:rsidRPr="00F73622" w:rsidRDefault="00F73622">
            <w:r w:rsidRPr="00F73622">
              <w:t xml:space="preserve">2.3 Document </w:t>
            </w:r>
            <w:r w:rsidR="00D70673">
              <w:t xml:space="preserve">farming methods in an </w:t>
            </w:r>
            <w:r w:rsidRPr="00F73622">
              <w:t>implementation plan</w:t>
            </w:r>
          </w:p>
        </w:tc>
      </w:tr>
      <w:tr w:rsidR="00F7362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DD18E11" w:rsidR="00F73622" w:rsidRPr="00F73622" w:rsidRDefault="00F73622" w:rsidP="00F73622">
            <w:pPr>
              <w:pStyle w:val="SIText"/>
            </w:pPr>
            <w:r w:rsidRPr="00F73622">
              <w:t xml:space="preserve">3. Manage </w:t>
            </w:r>
            <w:r w:rsidR="00FE3F1C">
              <w:t>f</w:t>
            </w:r>
            <w:r w:rsidRPr="00F73622">
              <w:t xml:space="preserve">arm </w:t>
            </w:r>
            <w:r w:rsidR="00FE3F1C">
              <w:t>a</w:t>
            </w:r>
            <w:r w:rsidRPr="00F73622">
              <w:t>groecosystems</w:t>
            </w:r>
          </w:p>
        </w:tc>
        <w:tc>
          <w:tcPr>
            <w:tcW w:w="3604" w:type="pct"/>
            <w:shd w:val="clear" w:color="auto" w:fill="auto"/>
          </w:tcPr>
          <w:p w14:paraId="7FD1523B" w14:textId="0C86484F" w:rsidR="00F73622" w:rsidRPr="00F73622" w:rsidRDefault="00F73622" w:rsidP="00F73622">
            <w:r w:rsidRPr="00F73622">
              <w:t xml:space="preserve">3.1 </w:t>
            </w:r>
            <w:r w:rsidR="00D70673" w:rsidRPr="00F73622">
              <w:t>Set up</w:t>
            </w:r>
            <w:r w:rsidR="00D70673">
              <w:t xml:space="preserve"> farm</w:t>
            </w:r>
            <w:r w:rsidR="00D70673" w:rsidRPr="00F73622">
              <w:t xml:space="preserve"> monitoring system</w:t>
            </w:r>
          </w:p>
          <w:p w14:paraId="44D025B8" w14:textId="33726F04" w:rsidR="00F73622" w:rsidRPr="00F73622" w:rsidRDefault="00F73622" w:rsidP="00F73622">
            <w:r w:rsidRPr="00F73622">
              <w:t xml:space="preserve">3.2 </w:t>
            </w:r>
            <w:r w:rsidR="00D70673">
              <w:t>M</w:t>
            </w:r>
            <w:r w:rsidR="00D70673" w:rsidRPr="00D70673">
              <w:t>onitor components of farm ecosystem</w:t>
            </w:r>
            <w:r w:rsidR="00D70673">
              <w:t xml:space="preserve"> according to </w:t>
            </w:r>
            <w:r w:rsidRPr="00F73622">
              <w:t>organic standards and legislative requirements</w:t>
            </w:r>
          </w:p>
          <w:p w14:paraId="328A7F71" w14:textId="37A26AA6" w:rsidR="00D70673" w:rsidRDefault="00F73622">
            <w:pPr>
              <w:pStyle w:val="SIText"/>
            </w:pPr>
            <w:r w:rsidRPr="00F73622">
              <w:t>3.</w:t>
            </w:r>
            <w:r w:rsidR="00D70673">
              <w:t>3</w:t>
            </w:r>
            <w:r w:rsidRPr="00F73622">
              <w:t xml:space="preserve"> Review ecosystem and farm production </w:t>
            </w:r>
            <w:r w:rsidR="00D70673">
              <w:t xml:space="preserve">against planned </w:t>
            </w:r>
            <w:r w:rsidRPr="00F73622">
              <w:t xml:space="preserve">performance and </w:t>
            </w:r>
            <w:r w:rsidR="00D70673">
              <w:t>identify inconsistencies</w:t>
            </w:r>
          </w:p>
          <w:p w14:paraId="2B00249F" w14:textId="6CE23FAA" w:rsidR="00F73622" w:rsidRPr="00F73622" w:rsidRDefault="00D70673">
            <w:pPr>
              <w:pStyle w:val="SIText"/>
            </w:pPr>
            <w:r>
              <w:t xml:space="preserve">3.4 Review and </w:t>
            </w:r>
            <w:r w:rsidR="00F73622" w:rsidRPr="00F73622">
              <w:t>adjust</w:t>
            </w:r>
            <w:r w:rsidRPr="00A46AAF">
              <w:t xml:space="preserve"> agroecology production system</w:t>
            </w:r>
            <w:r w:rsidR="00F73622" w:rsidRPr="00F73622">
              <w:t xml:space="preserve"> plan</w:t>
            </w:r>
            <w:r>
              <w:t>s</w:t>
            </w:r>
            <w:r w:rsidR="00F73622" w:rsidRPr="00F73622">
              <w:t xml:space="preserve"> </w:t>
            </w:r>
            <w:r>
              <w:t>to rectify inconsistencies</w:t>
            </w:r>
          </w:p>
        </w:tc>
      </w:tr>
    </w:tbl>
    <w:p w14:paraId="0A6E9C8C" w14:textId="0647E500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6026A60" w:rsidR="00F1480E" w:rsidRPr="005404CB" w:rsidRDefault="00FE332B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1B441019" w:rsidR="00F1480E" w:rsidRPr="005404CB" w:rsidRDefault="00FE332B">
            <w:pPr>
              <w:pStyle w:val="SIBulletList1"/>
              <w:rPr>
                <w:rFonts w:eastAsia="Calibri"/>
              </w:rPr>
            </w:pPr>
            <w:r w:rsidRPr="00FE332B">
              <w:t xml:space="preserve">Demonstrate sophisticated writing skills by selecting appropriate conventions and stylistic devices to express meaning in </w:t>
            </w:r>
            <w:r>
              <w:t xml:space="preserve">implementation </w:t>
            </w:r>
            <w:r w:rsidRPr="00FE332B">
              <w:t xml:space="preserve">plans </w:t>
            </w:r>
            <w:r>
              <w:t>and monitoring systems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0CCDA916" w:rsidR="00971590" w:rsidRPr="005404CB" w:rsidRDefault="00D70673">
            <w:pPr>
              <w:pStyle w:val="SIText"/>
            </w:pPr>
            <w:r w:rsidRPr="00D70673">
              <w:t>AHCORG5</w:t>
            </w:r>
            <w:r w:rsidR="00B71082">
              <w:t>13</w:t>
            </w:r>
            <w:r w:rsidRPr="00D70673">
              <w:t xml:space="preserve"> Manage an agroecology production system</w:t>
            </w:r>
          </w:p>
        </w:tc>
        <w:tc>
          <w:tcPr>
            <w:tcW w:w="1105" w:type="pct"/>
          </w:tcPr>
          <w:p w14:paraId="64EA7AE3" w14:textId="4885F298" w:rsidR="00041E59" w:rsidRPr="005404CB" w:rsidRDefault="00D70673">
            <w:pPr>
              <w:pStyle w:val="SIText"/>
            </w:pPr>
            <w:r w:rsidRPr="00D70673">
              <w:t>AHCORG506 Manage an agroecology production system</w:t>
            </w:r>
          </w:p>
        </w:tc>
        <w:tc>
          <w:tcPr>
            <w:tcW w:w="1251" w:type="pct"/>
          </w:tcPr>
          <w:p w14:paraId="3E031D32" w14:textId="638836FB" w:rsidR="00041E59" w:rsidRPr="005404CB" w:rsidRDefault="00D70673" w:rsidP="005404CB">
            <w:pPr>
              <w:pStyle w:val="SIText"/>
            </w:pPr>
            <w:r>
              <w:t>Minor changes to Application, Elements and Performance Criteria for brevity and clarity</w:t>
            </w:r>
            <w:r w:rsidR="00806009">
              <w:br/>
              <w:t>Changes to Performance Evidence, Knowledge Evidence and Assessment Conditions for clarity</w:t>
            </w:r>
            <w:r w:rsidR="00806009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13687123" w:rsidR="00F1480E" w:rsidRPr="005404CB" w:rsidRDefault="00FE3F1C" w:rsidP="005404CB">
            <w:pPr>
              <w:pStyle w:val="SIText"/>
            </w:pPr>
            <w:r w:rsidRPr="00FE3F1C">
              <w:t xml:space="preserve">Companion Volumes, including Implementation Guides, are available at </w:t>
            </w:r>
            <w:proofErr w:type="spellStart"/>
            <w:r w:rsidRPr="00FE3F1C">
              <w:t>VETNet</w:t>
            </w:r>
            <w:proofErr w:type="spellEnd"/>
            <w:r w:rsidRPr="00FE3F1C">
              <w:t xml:space="preserve">: </w:t>
            </w:r>
            <w:hyperlink r:id="rId11" w:history="1">
              <w:r w:rsidRPr="00FE3F1C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5B899B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46AAF" w:rsidRPr="00A46AAF">
              <w:t>AHCORG5</w:t>
            </w:r>
            <w:r w:rsidR="00B71082">
              <w:t>13</w:t>
            </w:r>
            <w:r w:rsidR="00A46AAF" w:rsidRPr="00A46AAF">
              <w:t xml:space="preserve"> Manage an agroecology production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121331F" w14:textId="77777777" w:rsidR="00D70673" w:rsidRDefault="00D70673" w:rsidP="00D70673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3FEC2918" w14:textId="77777777" w:rsidR="00FE3F1C" w:rsidRDefault="00FE3F1C" w:rsidP="00D70673">
            <w:pPr>
              <w:pStyle w:val="SIText"/>
            </w:pPr>
          </w:p>
          <w:p w14:paraId="11B2DF5E" w14:textId="3182849E" w:rsidR="00D70673" w:rsidRDefault="00D70673" w:rsidP="00D70673">
            <w:pPr>
              <w:pStyle w:val="SIText"/>
            </w:pPr>
            <w:r>
              <w:t>There must be evidence that the individual has</w:t>
            </w:r>
            <w:r w:rsidR="00FE3F1C">
              <w:t>,</w:t>
            </w:r>
            <w:r>
              <w:t xml:space="preserve"> on at least one occasion</w:t>
            </w:r>
            <w:r w:rsidR="00FE3F1C">
              <w:t>,</w:t>
            </w:r>
            <w:r>
              <w:t xml:space="preserve"> managed </w:t>
            </w:r>
            <w:r w:rsidR="000964C2">
              <w:t xml:space="preserve">and monitored </w:t>
            </w:r>
            <w:r>
              <w:t>a farm agroecology production system and has:</w:t>
            </w:r>
          </w:p>
          <w:p w14:paraId="7808505F" w14:textId="6BD4E240" w:rsidR="00E37271" w:rsidRPr="00E37271" w:rsidRDefault="00E37271" w:rsidP="00E37271">
            <w:pPr>
              <w:pStyle w:val="SIBulletList1"/>
            </w:pPr>
            <w:r w:rsidRPr="00E37271">
              <w:t>identif</w:t>
            </w:r>
            <w:r w:rsidR="00D70673">
              <w:t>ied</w:t>
            </w:r>
            <w:r w:rsidRPr="00E37271">
              <w:t xml:space="preserve"> farm agroecosystem functions</w:t>
            </w:r>
          </w:p>
          <w:p w14:paraId="7200399B" w14:textId="60F896ED" w:rsidR="00E37271" w:rsidRPr="00E37271" w:rsidRDefault="00E37271" w:rsidP="00E37271">
            <w:pPr>
              <w:pStyle w:val="SIBulletList1"/>
            </w:pPr>
            <w:r w:rsidRPr="00E37271">
              <w:t>assess</w:t>
            </w:r>
            <w:r w:rsidR="004F3E48">
              <w:t>ed</w:t>
            </w:r>
            <w:r w:rsidRPr="00E37271">
              <w:t xml:space="preserve"> health of existing farm ecosystems</w:t>
            </w:r>
          </w:p>
          <w:p w14:paraId="0DAEDB22" w14:textId="58C0E3E7" w:rsidR="00E37271" w:rsidRDefault="00E37271" w:rsidP="00E37271">
            <w:pPr>
              <w:pStyle w:val="SIBulletList1"/>
            </w:pPr>
            <w:r w:rsidRPr="00E37271">
              <w:t>develop</w:t>
            </w:r>
            <w:r w:rsidR="004F3E48">
              <w:t>ed</w:t>
            </w:r>
            <w:r w:rsidRPr="00E37271">
              <w:t xml:space="preserve"> plans to enhance farm agroecosystem</w:t>
            </w:r>
            <w:r w:rsidR="007908A5">
              <w:t>,</w:t>
            </w:r>
            <w:r w:rsidR="00E92A91">
              <w:t xml:space="preserve"> which must include:</w:t>
            </w:r>
          </w:p>
          <w:p w14:paraId="5DCAEA97" w14:textId="443AEDF1" w:rsidR="00E92A91" w:rsidRDefault="00E92A91" w:rsidP="004600E6">
            <w:pPr>
              <w:pStyle w:val="SIBulletList2"/>
            </w:pPr>
            <w:r>
              <w:t xml:space="preserve">the encouragement of </w:t>
            </w:r>
            <w:r w:rsidRPr="00F73622">
              <w:t>niche development</w:t>
            </w:r>
          </w:p>
          <w:p w14:paraId="183D2BBA" w14:textId="0C86142B" w:rsidR="00E92A91" w:rsidRDefault="00E92A91" w:rsidP="004600E6">
            <w:pPr>
              <w:pStyle w:val="SIBulletList2"/>
            </w:pPr>
            <w:r w:rsidRPr="00F73622">
              <w:t>increase</w:t>
            </w:r>
            <w:r w:rsidR="004F3E48">
              <w:t>d</w:t>
            </w:r>
            <w:r w:rsidRPr="00E92A91">
              <w:t xml:space="preserve"> complexity of agroecosystem</w:t>
            </w:r>
          </w:p>
          <w:p w14:paraId="424F9D72" w14:textId="071C6F4B" w:rsidR="00E92A91" w:rsidRPr="00E92A91" w:rsidRDefault="00E92A91" w:rsidP="004600E6">
            <w:pPr>
              <w:pStyle w:val="SIBulletList2"/>
            </w:pPr>
            <w:r w:rsidRPr="00E92A91">
              <w:t>improve</w:t>
            </w:r>
            <w:r w:rsidR="004F3E48">
              <w:t>d</w:t>
            </w:r>
            <w:r w:rsidRPr="00E92A91">
              <w:t xml:space="preserve"> interactions between components of farm agroecosystem</w:t>
            </w:r>
          </w:p>
          <w:p w14:paraId="6BFA69AA" w14:textId="4075C344" w:rsidR="006130F4" w:rsidRPr="005404CB" w:rsidRDefault="00E37271" w:rsidP="000964C2">
            <w:pPr>
              <w:pStyle w:val="SIBulletList1"/>
            </w:pPr>
            <w:r w:rsidRPr="00E37271">
              <w:t>review</w:t>
            </w:r>
            <w:r w:rsidR="004F3E48">
              <w:t>ed</w:t>
            </w:r>
            <w:r w:rsidRPr="00E37271">
              <w:t xml:space="preserve"> ecosystem and farm production performance</w:t>
            </w:r>
            <w:r w:rsidR="004F3E48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B69B5D6" w14:textId="77777777" w:rsidR="004F3E48" w:rsidRDefault="004F3E48" w:rsidP="004F3E48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E02C472" w14:textId="0171AC10" w:rsidR="00E37271" w:rsidRPr="00E37271" w:rsidRDefault="00E37271" w:rsidP="00E37271">
            <w:pPr>
              <w:pStyle w:val="SIBulletList1"/>
            </w:pPr>
            <w:r w:rsidRPr="00E37271">
              <w:t>advantages of ecological agriculture</w:t>
            </w:r>
            <w:r w:rsidR="004F3E48">
              <w:t xml:space="preserve"> farming</w:t>
            </w:r>
          </w:p>
          <w:p w14:paraId="4FF2DC97" w14:textId="77777777" w:rsidR="004F3E48" w:rsidRDefault="00E37271" w:rsidP="00E37271">
            <w:pPr>
              <w:pStyle w:val="SIBulletList1"/>
            </w:pPr>
            <w:r w:rsidRPr="00E37271">
              <w:t>ecosystem processes</w:t>
            </w:r>
            <w:r w:rsidR="004F3E48">
              <w:t>, including:</w:t>
            </w:r>
          </w:p>
          <w:p w14:paraId="6E2547D8" w14:textId="42420463" w:rsidR="004F3E48" w:rsidRDefault="00E37271" w:rsidP="004600E6">
            <w:pPr>
              <w:pStyle w:val="SIBulletList2"/>
            </w:pPr>
            <w:r w:rsidRPr="00E37271">
              <w:t>energy flow</w:t>
            </w:r>
          </w:p>
          <w:p w14:paraId="7BED269D" w14:textId="79AF24DA" w:rsidR="004F3E48" w:rsidRDefault="00E37271" w:rsidP="004600E6">
            <w:pPr>
              <w:pStyle w:val="SIBulletList2"/>
            </w:pPr>
            <w:r w:rsidRPr="00E37271">
              <w:t>nutrient cycles</w:t>
            </w:r>
          </w:p>
          <w:p w14:paraId="23A1C749" w14:textId="4F25A5B2" w:rsidR="004F3E48" w:rsidRDefault="00E37271" w:rsidP="004600E6">
            <w:pPr>
              <w:pStyle w:val="SIBulletList2"/>
            </w:pPr>
            <w:r w:rsidRPr="00E37271">
              <w:t>biological succession</w:t>
            </w:r>
          </w:p>
          <w:p w14:paraId="6F9403F1" w14:textId="72528A15" w:rsidR="004F3E48" w:rsidRDefault="00E37271" w:rsidP="004600E6">
            <w:pPr>
              <w:pStyle w:val="SIBulletList2"/>
            </w:pPr>
            <w:r w:rsidRPr="00E37271">
              <w:t>predator and prey relationships</w:t>
            </w:r>
          </w:p>
          <w:p w14:paraId="5B371949" w14:textId="63884176" w:rsidR="00E37271" w:rsidRPr="00E37271" w:rsidRDefault="00E37271" w:rsidP="004600E6">
            <w:pPr>
              <w:pStyle w:val="SIBulletList2"/>
            </w:pPr>
            <w:r w:rsidRPr="00E37271">
              <w:t>ecological niche</w:t>
            </w:r>
          </w:p>
          <w:p w14:paraId="6BD1F77C" w14:textId="77777777" w:rsidR="00E37271" w:rsidRPr="00E37271" w:rsidRDefault="00E37271" w:rsidP="00E37271">
            <w:pPr>
              <w:pStyle w:val="SIBulletList1"/>
            </w:pPr>
            <w:r w:rsidRPr="00E37271">
              <w:t>relationships between ecosystems and agricultural production</w:t>
            </w:r>
          </w:p>
          <w:p w14:paraId="71103473" w14:textId="77777777" w:rsidR="00E37271" w:rsidRDefault="00E37271" w:rsidP="00E37271">
            <w:pPr>
              <w:pStyle w:val="SIBulletList1"/>
            </w:pPr>
            <w:r w:rsidRPr="00E37271">
              <w:t>application of ecosystem processes to a production system</w:t>
            </w:r>
          </w:p>
          <w:p w14:paraId="5C8CD985" w14:textId="34BA3D75" w:rsidR="006130F4" w:rsidRPr="005404CB" w:rsidRDefault="004F3E48" w:rsidP="004600E6">
            <w:pPr>
              <w:pStyle w:val="SIBulletList1"/>
            </w:pPr>
            <w:r>
              <w:t>production planning methods.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A5179EE" w14:textId="77777777" w:rsidR="004F3E48" w:rsidRPr="004F3E48" w:rsidRDefault="004F3E48" w:rsidP="004600E6">
            <w:pPr>
              <w:pStyle w:val="SIText"/>
            </w:pPr>
            <w:r w:rsidRPr="004F3E48">
              <w:t xml:space="preserve">Assessment of the skills in this unit of competency must take place under the following conditions: </w:t>
            </w:r>
          </w:p>
          <w:p w14:paraId="72BF4EF6" w14:textId="77777777" w:rsidR="004F3E48" w:rsidRPr="004F3E48" w:rsidRDefault="004F3E48" w:rsidP="004600E6">
            <w:pPr>
              <w:pStyle w:val="SIBulletList1"/>
            </w:pPr>
            <w:r w:rsidRPr="004F3E48">
              <w:t>physical conditions:</w:t>
            </w:r>
          </w:p>
          <w:p w14:paraId="304539B7" w14:textId="0876A756" w:rsidR="004F3E48" w:rsidRPr="004F3E48" w:rsidRDefault="004F3E48" w:rsidP="004F3E48">
            <w:pPr>
              <w:pStyle w:val="SIBulletList2"/>
            </w:pPr>
            <w:r w:rsidRPr="004F3E48">
              <w:t xml:space="preserve">skills must be demonstrated </w:t>
            </w:r>
            <w:r>
              <w:t xml:space="preserve">on </w:t>
            </w:r>
            <w:r w:rsidRPr="004F3E48">
              <w:t>a</w:t>
            </w:r>
            <w:r>
              <w:t xml:space="preserve">n existing farm </w:t>
            </w:r>
            <w:r w:rsidRPr="004F3E48">
              <w:t>or an environment that accurately represents workplace conditions</w:t>
            </w:r>
          </w:p>
          <w:p w14:paraId="6AC3EF2E" w14:textId="77777777" w:rsidR="004F3E48" w:rsidRPr="004F3E48" w:rsidRDefault="004F3E48" w:rsidP="004600E6">
            <w:pPr>
              <w:pStyle w:val="SIBulletList1"/>
            </w:pPr>
            <w:r w:rsidRPr="004F3E48">
              <w:t xml:space="preserve">resources, </w:t>
            </w:r>
            <w:proofErr w:type="gramStart"/>
            <w:r w:rsidRPr="004F3E48">
              <w:t>equipment</w:t>
            </w:r>
            <w:proofErr w:type="gramEnd"/>
            <w:r w:rsidRPr="004F3E48">
              <w:t xml:space="preserve"> and materials:</w:t>
            </w:r>
          </w:p>
          <w:p w14:paraId="79BB9F69" w14:textId="03BF43B5" w:rsidR="004F3E48" w:rsidRPr="004F3E48" w:rsidRDefault="004F3E48" w:rsidP="004F3E48">
            <w:pPr>
              <w:pStyle w:val="SIBulletList2"/>
            </w:pPr>
            <w:r>
              <w:t xml:space="preserve">research </w:t>
            </w:r>
            <w:r w:rsidRPr="004F3E48">
              <w:t xml:space="preserve">tools and </w:t>
            </w:r>
            <w:r>
              <w:t>references</w:t>
            </w:r>
          </w:p>
          <w:p w14:paraId="6EA4736D" w14:textId="77777777" w:rsidR="004F3E48" w:rsidRPr="004F3E48" w:rsidRDefault="004F3E48" w:rsidP="004600E6">
            <w:pPr>
              <w:pStyle w:val="SIBulletList1"/>
            </w:pPr>
            <w:r w:rsidRPr="004F3E48">
              <w:t>specifications:</w:t>
            </w:r>
          </w:p>
          <w:p w14:paraId="35ED10BD" w14:textId="7F991E2F" w:rsidR="004F3E48" w:rsidRPr="004F3E48" w:rsidRDefault="004F3E48" w:rsidP="004F3E48">
            <w:pPr>
              <w:pStyle w:val="SIBulletList2"/>
            </w:pPr>
            <w:r w:rsidRPr="004F3E48">
              <w:t>workplace policies, procedures, processes</w:t>
            </w:r>
          </w:p>
          <w:p w14:paraId="44D456BD" w14:textId="27FAE0CB" w:rsidR="004F3E48" w:rsidRPr="004F3E48" w:rsidRDefault="004F3E48" w:rsidP="004F3E48">
            <w:pPr>
              <w:pStyle w:val="SIBulletList2"/>
            </w:pPr>
            <w:r>
              <w:t>farming systems and production specifications</w:t>
            </w:r>
          </w:p>
          <w:p w14:paraId="21107B0F" w14:textId="490776B8" w:rsidR="004F3E48" w:rsidRPr="004F3E48" w:rsidRDefault="004F3E48" w:rsidP="004F3E48">
            <w:pPr>
              <w:pStyle w:val="SIBulletList2"/>
            </w:pPr>
            <w:r w:rsidRPr="004F3E48">
              <w:t>specific legislation</w:t>
            </w:r>
            <w:r>
              <w:t xml:space="preserve"> and industry </w:t>
            </w:r>
            <w:r w:rsidRPr="004F3E48">
              <w:t>codes of practice</w:t>
            </w:r>
            <w:r w:rsidR="000703DE">
              <w:t>.</w:t>
            </w:r>
          </w:p>
          <w:p w14:paraId="49B06110" w14:textId="77777777" w:rsidR="007908A5" w:rsidRDefault="007908A5" w:rsidP="0011400B">
            <w:pPr>
              <w:pStyle w:val="SIText"/>
            </w:pPr>
          </w:p>
          <w:p w14:paraId="759850B7" w14:textId="4596EA89" w:rsidR="0011400B" w:rsidRPr="005404CB" w:rsidRDefault="004F3E48" w:rsidP="0011400B">
            <w:pPr>
              <w:pStyle w:val="SIText"/>
              <w:rPr>
                <w:rFonts w:eastAsia="Calibri"/>
              </w:rPr>
            </w:pPr>
            <w:r w:rsidRPr="004F3E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EC82972" w:rsidR="00F1480E" w:rsidRPr="005404CB" w:rsidRDefault="007908A5" w:rsidP="005404CB">
            <w:pPr>
              <w:pStyle w:val="SIText"/>
            </w:pPr>
            <w:r w:rsidRPr="007908A5">
              <w:t xml:space="preserve">Companion Volumes, including Implementation Guides, are available at </w:t>
            </w:r>
            <w:proofErr w:type="spellStart"/>
            <w:r w:rsidRPr="007908A5">
              <w:t>VETNet</w:t>
            </w:r>
            <w:proofErr w:type="spellEnd"/>
            <w:r w:rsidRPr="007908A5">
              <w:t xml:space="preserve">: </w:t>
            </w:r>
            <w:hyperlink r:id="rId12" w:history="1">
              <w:r w:rsidRPr="007908A5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1820C" w14:textId="77777777" w:rsidR="007B0E06" w:rsidRDefault="007B0E06" w:rsidP="00BF3F0A">
      <w:r>
        <w:separator/>
      </w:r>
    </w:p>
    <w:p w14:paraId="1606EAFE" w14:textId="77777777" w:rsidR="007B0E06" w:rsidRDefault="007B0E06"/>
  </w:endnote>
  <w:endnote w:type="continuationSeparator" w:id="0">
    <w:p w14:paraId="016BAC0C" w14:textId="77777777" w:rsidR="007B0E06" w:rsidRDefault="007B0E06" w:rsidP="00BF3F0A">
      <w:r>
        <w:continuationSeparator/>
      </w:r>
    </w:p>
    <w:p w14:paraId="1AB3FBB0" w14:textId="77777777" w:rsidR="007B0E06" w:rsidRDefault="007B0E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1590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056B1" w14:textId="77777777" w:rsidR="007B0E06" w:rsidRDefault="007B0E06" w:rsidP="00BF3F0A">
      <w:r>
        <w:separator/>
      </w:r>
    </w:p>
    <w:p w14:paraId="67DA77ED" w14:textId="77777777" w:rsidR="007B0E06" w:rsidRDefault="007B0E06"/>
  </w:footnote>
  <w:footnote w:type="continuationSeparator" w:id="0">
    <w:p w14:paraId="47D056E7" w14:textId="77777777" w:rsidR="007B0E06" w:rsidRDefault="007B0E06" w:rsidP="00BF3F0A">
      <w:r>
        <w:continuationSeparator/>
      </w:r>
    </w:p>
    <w:p w14:paraId="1EA2AAE5" w14:textId="77777777" w:rsidR="007B0E06" w:rsidRDefault="007B0E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72C25E0" w:rsidR="009C2650" w:rsidRPr="000754EC" w:rsidRDefault="00A46AAF" w:rsidP="00146EEC">
    <w:pPr>
      <w:pStyle w:val="SIText"/>
    </w:pPr>
    <w:r w:rsidRPr="00A46AAF">
      <w:t xml:space="preserve"> AHCORG5</w:t>
    </w:r>
    <w:r w:rsidR="00B71082">
      <w:t>13</w:t>
    </w:r>
    <w:r w:rsidRPr="00A46AAF">
      <w:t xml:space="preserve"> Manage an agroecology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397860"/>
    <w:multiLevelType w:val="multilevel"/>
    <w:tmpl w:val="A4A4C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1F50D5"/>
    <w:multiLevelType w:val="multilevel"/>
    <w:tmpl w:val="6014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26C33"/>
    <w:multiLevelType w:val="multilevel"/>
    <w:tmpl w:val="4C2EE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D12BDA"/>
    <w:multiLevelType w:val="multilevel"/>
    <w:tmpl w:val="2DB4D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4214402">
    <w:abstractNumId w:val="14"/>
  </w:num>
  <w:num w:numId="2" w16cid:durableId="227813921">
    <w:abstractNumId w:val="7"/>
  </w:num>
  <w:num w:numId="3" w16cid:durableId="357199439">
    <w:abstractNumId w:val="3"/>
  </w:num>
  <w:num w:numId="4" w16cid:durableId="2042631706">
    <w:abstractNumId w:val="31"/>
  </w:num>
  <w:num w:numId="5" w16cid:durableId="704251195">
    <w:abstractNumId w:val="1"/>
  </w:num>
  <w:num w:numId="6" w16cid:durableId="394863525">
    <w:abstractNumId w:val="13"/>
  </w:num>
  <w:num w:numId="7" w16cid:durableId="2041734346">
    <w:abstractNumId w:val="2"/>
  </w:num>
  <w:num w:numId="8" w16cid:durableId="172457538">
    <w:abstractNumId w:val="0"/>
  </w:num>
  <w:num w:numId="9" w16cid:durableId="451443193">
    <w:abstractNumId w:val="30"/>
  </w:num>
  <w:num w:numId="10" w16cid:durableId="2069105889">
    <w:abstractNumId w:val="21"/>
  </w:num>
  <w:num w:numId="11" w16cid:durableId="104081103">
    <w:abstractNumId w:val="28"/>
  </w:num>
  <w:num w:numId="12" w16cid:durableId="288048273">
    <w:abstractNumId w:val="23"/>
  </w:num>
  <w:num w:numId="13" w16cid:durableId="1439984852">
    <w:abstractNumId w:val="32"/>
  </w:num>
  <w:num w:numId="14" w16cid:durableId="653922524">
    <w:abstractNumId w:val="5"/>
  </w:num>
  <w:num w:numId="15" w16cid:durableId="558202546">
    <w:abstractNumId w:val="6"/>
  </w:num>
  <w:num w:numId="16" w16cid:durableId="2035887062">
    <w:abstractNumId w:val="33"/>
  </w:num>
  <w:num w:numId="17" w16cid:durableId="1097142878">
    <w:abstractNumId w:val="27"/>
  </w:num>
  <w:num w:numId="18" w16cid:durableId="202637568">
    <w:abstractNumId w:val="12"/>
  </w:num>
  <w:num w:numId="19" w16cid:durableId="61635425">
    <w:abstractNumId w:val="9"/>
  </w:num>
  <w:num w:numId="20" w16cid:durableId="1040790046">
    <w:abstractNumId w:val="15"/>
  </w:num>
  <w:num w:numId="21" w16cid:durableId="315107419">
    <w:abstractNumId w:val="18"/>
  </w:num>
  <w:num w:numId="22" w16cid:durableId="1046488345">
    <w:abstractNumId w:val="26"/>
  </w:num>
  <w:num w:numId="23" w16cid:durableId="1216283718">
    <w:abstractNumId w:val="22"/>
  </w:num>
  <w:num w:numId="24" w16cid:durableId="1774979936">
    <w:abstractNumId w:val="4"/>
  </w:num>
  <w:num w:numId="25" w16cid:durableId="1225604220">
    <w:abstractNumId w:val="29"/>
  </w:num>
  <w:num w:numId="26" w16cid:durableId="842860551">
    <w:abstractNumId w:val="36"/>
  </w:num>
  <w:num w:numId="27" w16cid:durableId="1307971477">
    <w:abstractNumId w:val="37"/>
  </w:num>
  <w:num w:numId="28" w16cid:durableId="896865314">
    <w:abstractNumId w:val="35"/>
  </w:num>
  <w:num w:numId="29" w16cid:durableId="602954470">
    <w:abstractNumId w:val="24"/>
  </w:num>
  <w:num w:numId="30" w16cid:durableId="868758123">
    <w:abstractNumId w:val="25"/>
  </w:num>
  <w:num w:numId="31" w16cid:durableId="617834995">
    <w:abstractNumId w:val="17"/>
  </w:num>
  <w:num w:numId="32" w16cid:durableId="1612737531">
    <w:abstractNumId w:val="20"/>
  </w:num>
  <w:num w:numId="33" w16cid:durableId="1379862617">
    <w:abstractNumId w:val="8"/>
  </w:num>
  <w:num w:numId="34" w16cid:durableId="1558663360">
    <w:abstractNumId w:val="16"/>
  </w:num>
  <w:num w:numId="35" w16cid:durableId="654266286">
    <w:abstractNumId w:val="34"/>
  </w:num>
  <w:num w:numId="36" w16cid:durableId="1488396538">
    <w:abstractNumId w:val="11"/>
  </w:num>
  <w:num w:numId="37" w16cid:durableId="146478963">
    <w:abstractNumId w:val="19"/>
  </w:num>
  <w:num w:numId="38" w16cid:durableId="13171073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3DE"/>
    <w:rsid w:val="00070B3E"/>
    <w:rsid w:val="00071F95"/>
    <w:rsid w:val="000737BB"/>
    <w:rsid w:val="00074E47"/>
    <w:rsid w:val="000754EC"/>
    <w:rsid w:val="00085043"/>
    <w:rsid w:val="0009093B"/>
    <w:rsid w:val="000957DC"/>
    <w:rsid w:val="000964C2"/>
    <w:rsid w:val="000A5441"/>
    <w:rsid w:val="000A6903"/>
    <w:rsid w:val="000B2022"/>
    <w:rsid w:val="000C149A"/>
    <w:rsid w:val="000C224E"/>
    <w:rsid w:val="000D242E"/>
    <w:rsid w:val="000E25E6"/>
    <w:rsid w:val="000E2A2E"/>
    <w:rsid w:val="000E2C86"/>
    <w:rsid w:val="000F29F2"/>
    <w:rsid w:val="00101659"/>
    <w:rsid w:val="00105AEA"/>
    <w:rsid w:val="001078BF"/>
    <w:rsid w:val="0011400B"/>
    <w:rsid w:val="001203D3"/>
    <w:rsid w:val="00130C79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176B"/>
    <w:rsid w:val="001A2259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E5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38F"/>
    <w:rsid w:val="002A4CD3"/>
    <w:rsid w:val="002A6CC4"/>
    <w:rsid w:val="002C55E9"/>
    <w:rsid w:val="002D0C8B"/>
    <w:rsid w:val="002D0CE6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48B7"/>
    <w:rsid w:val="003E72B6"/>
    <w:rsid w:val="003E7BBE"/>
    <w:rsid w:val="00405D9E"/>
    <w:rsid w:val="004127E3"/>
    <w:rsid w:val="0042798A"/>
    <w:rsid w:val="0043212E"/>
    <w:rsid w:val="00434366"/>
    <w:rsid w:val="00434ECE"/>
    <w:rsid w:val="00444423"/>
    <w:rsid w:val="00452F3E"/>
    <w:rsid w:val="004600E6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3E48"/>
    <w:rsid w:val="004F5DC7"/>
    <w:rsid w:val="004F78DA"/>
    <w:rsid w:val="005027A6"/>
    <w:rsid w:val="005145AB"/>
    <w:rsid w:val="00514B4A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3B4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8A5"/>
    <w:rsid w:val="007A300D"/>
    <w:rsid w:val="007B0E06"/>
    <w:rsid w:val="007D5A78"/>
    <w:rsid w:val="007E3BD1"/>
    <w:rsid w:val="007F1563"/>
    <w:rsid w:val="007F1EB2"/>
    <w:rsid w:val="007F44DB"/>
    <w:rsid w:val="007F5A8B"/>
    <w:rsid w:val="008034E1"/>
    <w:rsid w:val="0080467A"/>
    <w:rsid w:val="0080600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590"/>
    <w:rsid w:val="00997BFC"/>
    <w:rsid w:val="009A5900"/>
    <w:rsid w:val="009A6E6C"/>
    <w:rsid w:val="009A6F3F"/>
    <w:rsid w:val="009B331A"/>
    <w:rsid w:val="009B7F7C"/>
    <w:rsid w:val="009C2650"/>
    <w:rsid w:val="009C53C8"/>
    <w:rsid w:val="009D15E2"/>
    <w:rsid w:val="009D15FE"/>
    <w:rsid w:val="009D1F8B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2B26"/>
    <w:rsid w:val="00B560C8"/>
    <w:rsid w:val="00B61150"/>
    <w:rsid w:val="00B65BC7"/>
    <w:rsid w:val="00B71082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BCB"/>
    <w:rsid w:val="00D32124"/>
    <w:rsid w:val="00D54C76"/>
    <w:rsid w:val="00D632BB"/>
    <w:rsid w:val="00D70673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74243"/>
    <w:rsid w:val="00E91BFF"/>
    <w:rsid w:val="00E92933"/>
    <w:rsid w:val="00E92A91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332B"/>
    <w:rsid w:val="00FE3F1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600E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B2F93-EBE4-4239-8B46-2E7358B53C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3fbd0e8e-82e5-4f83-89a2-7dbad393fe30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7ABEEE-350D-4A6D-A1F4-AB81A461D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5572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2022-08-03T06:05:00Z</dcterms:created>
  <dcterms:modified xsi:type="dcterms:W3CDTF">2022-10-26T22:55:00Z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